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27005" w14:textId="77777777" w:rsidR="00AC13F6" w:rsidRDefault="00AC13F6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</w:p>
    <w:p w14:paraId="0BB05499" w14:textId="77777777" w:rsidR="00AC13F6" w:rsidRDefault="00736216">
      <w:pPr>
        <w:tabs>
          <w:tab w:val="left" w:pos="3390"/>
        </w:tabs>
        <w:jc w:val="center"/>
        <w:rPr>
          <w:rFonts w:ascii="Calibri" w:hAnsi="Calibri" w:cs="Calibri"/>
          <w:b/>
          <w:bCs/>
          <w:iCs/>
          <w:sz w:val="24"/>
        </w:rPr>
      </w:pPr>
      <w:r>
        <w:rPr>
          <w:rFonts w:ascii="Calibri" w:hAnsi="Calibri" w:cs="Calibri"/>
          <w:b/>
          <w:bCs/>
          <w:iCs/>
          <w:sz w:val="24"/>
        </w:rPr>
        <w:t>NÁVRH UCHÁDZAČA NA PLNENIE KRITÉRIÍ.</w:t>
      </w:r>
    </w:p>
    <w:p w14:paraId="06AA30E6" w14:textId="77777777" w:rsidR="00AC13F6" w:rsidRDefault="00AC13F6">
      <w:pPr>
        <w:pStyle w:val="Bezriadkovania"/>
        <w:jc w:val="center"/>
        <w:rPr>
          <w:rFonts w:ascii="Calibri" w:hAnsi="Calibri" w:cs="Calibri"/>
          <w:sz w:val="22"/>
          <w:szCs w:val="22"/>
        </w:rPr>
      </w:pPr>
    </w:p>
    <w:p w14:paraId="4A22ADB0" w14:textId="77777777" w:rsidR="00AC13F6" w:rsidRDefault="00736216">
      <w:pPr>
        <w:pStyle w:val="Bezriadkovania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PREDMET VEREJNÉHO OBSTARÁVANIA:</w:t>
      </w:r>
    </w:p>
    <w:p w14:paraId="2F6E1361" w14:textId="77777777" w:rsidR="00AC13F6" w:rsidRDefault="00736216">
      <w:pPr>
        <w:pStyle w:val="Bezriadkovania"/>
        <w:jc w:val="center"/>
      </w:pPr>
      <w:r>
        <w:rPr>
          <w:rStyle w:val="CharStyle13"/>
          <w:rFonts w:ascii="Calibri" w:eastAsia="Calibri" w:hAnsi="Calibri" w:cs="Calibri"/>
          <w:sz w:val="28"/>
          <w:szCs w:val="28"/>
        </w:rPr>
        <w:t xml:space="preserve">Zabezpečenie školení v rámci projektu 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„Moderné vzdelávanie pre prax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2CEA2CEF" w14:textId="77777777" w:rsidR="00AC13F6" w:rsidRDefault="00AC13F6">
      <w:pPr>
        <w:pStyle w:val="Bezriadkovania"/>
        <w:jc w:val="center"/>
      </w:pPr>
    </w:p>
    <w:p w14:paraId="2ECA853F" w14:textId="77777777" w:rsidR="00AC13F6" w:rsidRDefault="00736216">
      <w:pPr>
        <w:pStyle w:val="Bezriadkovania"/>
        <w:jc w:val="center"/>
      </w:pPr>
      <w:bookmarkStart w:id="0" w:name="OLE_LINK3"/>
      <w:r>
        <w:rPr>
          <w:rStyle w:val="CharStyle13"/>
          <w:rFonts w:ascii="Calibri" w:eastAsia="Calibri" w:hAnsi="Calibri" w:cs="Calibri"/>
          <w:sz w:val="28"/>
          <w:szCs w:val="28"/>
        </w:rPr>
        <w:t xml:space="preserve">„Časť predmetu zákazky č. 4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 xml:space="preserve">Vzdelávací kurz k výučbovému panelu pre diagnostiku </w:t>
      </w:r>
      <w:r>
        <w:rPr>
          <w:rFonts w:ascii="Calibri" w:hAnsi="Calibri" w:cs="Calibri"/>
          <w:b/>
          <w:bCs/>
          <w:color w:val="auto"/>
          <w:sz w:val="28"/>
          <w:szCs w:val="28"/>
        </w:rPr>
        <w:t>automobilov</w:t>
      </w:r>
      <w:r>
        <w:rPr>
          <w:rStyle w:val="CharStyle13"/>
          <w:rFonts w:ascii="Calibri" w:eastAsia="Calibri" w:hAnsi="Calibri" w:cs="Calibri"/>
          <w:sz w:val="28"/>
          <w:szCs w:val="28"/>
        </w:rPr>
        <w:t>.“</w:t>
      </w:r>
    </w:p>
    <w:p w14:paraId="2A66931C" w14:textId="77777777" w:rsidR="00AC13F6" w:rsidRDefault="00AC13F6">
      <w:pPr>
        <w:pStyle w:val="Bezriadkovania"/>
        <w:rPr>
          <w:rFonts w:ascii="Calibri" w:hAnsi="Calibri" w:cs="Calibri"/>
          <w:b/>
          <w:sz w:val="22"/>
          <w:szCs w:val="22"/>
        </w:rPr>
      </w:pPr>
    </w:p>
    <w:p w14:paraId="3C266F1D" w14:textId="77777777" w:rsidR="00AC13F6" w:rsidRDefault="0073621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Obchodné meno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2981927D" w14:textId="77777777" w:rsidR="00AC13F6" w:rsidRDefault="0073621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Sídlo alebo miesto podnikania: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6ADD8EEA" w14:textId="77777777" w:rsidR="00AC13F6" w:rsidRDefault="0073621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IČO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50C0881D" w14:textId="77777777" w:rsidR="00AC13F6" w:rsidRDefault="0073621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Kontaktná osoba uchádzača: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532A9F7" w14:textId="77777777" w:rsidR="00AC13F6" w:rsidRDefault="00736216">
      <w:pPr>
        <w:pStyle w:val="Bezriadkovania"/>
        <w:ind w:firstLine="142"/>
      </w:pPr>
      <w:r>
        <w:rPr>
          <w:rFonts w:ascii="Calibri" w:hAnsi="Calibri" w:cs="Calibri"/>
          <w:sz w:val="22"/>
          <w:szCs w:val="22"/>
        </w:rPr>
        <w:t>Tel. a E-mail: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sz w:val="22"/>
          <w:szCs w:val="22"/>
        </w:rPr>
        <w:t>(vyplní uchádzač)</w:t>
      </w:r>
    </w:p>
    <w:p w14:paraId="03AF0BA7" w14:textId="77777777" w:rsidR="00AC13F6" w:rsidRDefault="00AC13F6">
      <w:pPr>
        <w:pStyle w:val="Bezriadkovania"/>
        <w:ind w:firstLine="142"/>
        <w:rPr>
          <w:rFonts w:ascii="Calibri" w:hAnsi="Calibri" w:cs="Calibri"/>
          <w:sz w:val="22"/>
          <w:szCs w:val="22"/>
        </w:rPr>
      </w:pPr>
    </w:p>
    <w:bookmarkEnd w:id="0"/>
    <w:p w14:paraId="6D5EAB81" w14:textId="77777777" w:rsidR="00AC13F6" w:rsidRDefault="00736216">
      <w:pPr>
        <w:jc w:val="center"/>
      </w:pPr>
      <w:r>
        <w:rPr>
          <w:rFonts w:ascii="Calibri" w:hAnsi="Calibri" w:cs="Calibri"/>
          <w:b/>
          <w:u w:val="single"/>
        </w:rPr>
        <w:t xml:space="preserve">Návrh uchádzača na </w:t>
      </w:r>
      <w:r>
        <w:rPr>
          <w:rFonts w:ascii="Calibri" w:hAnsi="Calibri" w:cs="Calibri"/>
          <w:b/>
          <w:u w:val="single"/>
        </w:rPr>
        <w:t xml:space="preserve">plnenie kritérií  </w:t>
      </w:r>
      <w:r>
        <w:rPr>
          <w:rFonts w:ascii="Calibri" w:hAnsi="Calibri" w:cs="Calibri"/>
          <w:i/>
        </w:rPr>
        <w:t>(vyplní uchádzač)</w:t>
      </w:r>
    </w:p>
    <w:p w14:paraId="63E669A6" w14:textId="77777777" w:rsidR="00AC13F6" w:rsidRDefault="00AC13F6">
      <w:pPr>
        <w:spacing w:line="240" w:lineRule="atLeast"/>
        <w:rPr>
          <w:rFonts w:ascii="Calibri" w:hAnsi="Calibri"/>
          <w:b/>
          <w:sz w:val="22"/>
          <w:szCs w:val="22"/>
          <w:u w:val="single"/>
          <w:shd w:val="clear" w:color="auto" w:fill="FFFF00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"/>
        <w:gridCol w:w="3226"/>
        <w:gridCol w:w="1354"/>
        <w:gridCol w:w="1115"/>
        <w:gridCol w:w="904"/>
        <w:gridCol w:w="1117"/>
        <w:gridCol w:w="873"/>
      </w:tblGrid>
      <w:tr w:rsidR="00AC13F6" w14:paraId="654BE743" w14:textId="77777777">
        <w:tblPrEx>
          <w:tblCellMar>
            <w:top w:w="0" w:type="dxa"/>
            <w:bottom w:w="0" w:type="dxa"/>
          </w:tblCellMar>
        </w:tblPrEx>
        <w:trPr>
          <w:trHeight w:val="900"/>
          <w:tblHeader/>
          <w:jc w:val="center"/>
        </w:trPr>
        <w:tc>
          <w:tcPr>
            <w:tcW w:w="43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FF3D4" w14:textId="77777777" w:rsidR="00AC13F6" w:rsidRDefault="0073621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P.č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322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9BC6B" w14:textId="77777777" w:rsidR="00AC13F6" w:rsidRDefault="0073621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Názov a označenie tovaru</w:t>
            </w:r>
          </w:p>
        </w:tc>
        <w:tc>
          <w:tcPr>
            <w:tcW w:w="135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EE3BBE" w14:textId="77777777" w:rsidR="00AC13F6" w:rsidRDefault="0073621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Počet </w:t>
            </w:r>
          </w:p>
          <w:p w14:paraId="7176F75C" w14:textId="77777777" w:rsidR="00AC13F6" w:rsidRDefault="00736216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( v osobohodín)</w:t>
            </w:r>
          </w:p>
        </w:tc>
        <w:tc>
          <w:tcPr>
            <w:tcW w:w="1115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C70B1" w14:textId="77777777" w:rsidR="00AC13F6" w:rsidRDefault="0073621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Jednotková cena za položku v EUR bez DPH</w:t>
            </w:r>
          </w:p>
        </w:tc>
        <w:tc>
          <w:tcPr>
            <w:tcW w:w="90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C2246" w14:textId="77777777" w:rsidR="00AC13F6" w:rsidRDefault="0073621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Výška DPH pri sadzbe .... % v EUR</w:t>
            </w:r>
          </w:p>
        </w:tc>
        <w:tc>
          <w:tcPr>
            <w:tcW w:w="111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BA788" w14:textId="77777777" w:rsidR="00AC13F6" w:rsidRDefault="0073621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bez DPH</w:t>
            </w:r>
          </w:p>
        </w:tc>
        <w:tc>
          <w:tcPr>
            <w:tcW w:w="87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6C68D" w14:textId="77777777" w:rsidR="00AC13F6" w:rsidRDefault="00736216">
            <w:pPr>
              <w:jc w:val="center"/>
              <w:textAlignment w:val="auto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Celková cena za určený počet v EUR s DPH</w:t>
            </w:r>
          </w:p>
        </w:tc>
      </w:tr>
      <w:tr w:rsidR="00AC13F6" w14:paraId="5D484C56" w14:textId="77777777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43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3DF97" w14:textId="77777777" w:rsidR="00AC13F6" w:rsidRDefault="00736216">
            <w:pPr>
              <w:jc w:val="center"/>
            </w:pPr>
            <w:r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D56D0F" w14:textId="77777777" w:rsidR="00AC13F6" w:rsidRDefault="00736216">
            <w:r>
              <w:rPr>
                <w:rFonts w:ascii="Calibri" w:hAnsi="Calibri" w:cs="Calibri"/>
                <w:bCs/>
              </w:rPr>
              <w:t xml:space="preserve">Diagnostika automobilov, diagnostika vstrekovania </w:t>
            </w:r>
            <w:proofErr w:type="spellStart"/>
            <w:r>
              <w:rPr>
                <w:rFonts w:ascii="Calibri" w:hAnsi="Calibri" w:cs="Calibri"/>
                <w:bCs/>
              </w:rPr>
              <w:t>Common</w:t>
            </w:r>
            <w:proofErr w:type="spellEnd"/>
            <w:r>
              <w:rPr>
                <w:rFonts w:ascii="Calibri" w:hAnsi="Calibri" w:cs="Calibri"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Cs/>
              </w:rPr>
              <w:t>Rail</w:t>
            </w:r>
            <w:proofErr w:type="spellEnd"/>
            <w:r>
              <w:rPr>
                <w:rFonts w:ascii="Calibri" w:hAnsi="Calibri" w:cs="Calibri"/>
                <w:bCs/>
              </w:rPr>
              <w:t xml:space="preserve"> špeciálnymi prístrojmi, prínos pre servisné strediská a pre užívateľov vozidiel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C5C40C" w14:textId="77777777" w:rsidR="00AC13F6" w:rsidRDefault="00736216">
            <w:pPr>
              <w:jc w:val="center"/>
            </w:pPr>
            <w:r>
              <w:t>48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FED3E7" w14:textId="77777777" w:rsidR="00AC13F6" w:rsidRDefault="00AC13F6">
            <w:pPr>
              <w:rPr>
                <w:rFonts w:ascii="Calibri" w:hAnsi="Calibri"/>
                <w:color w:val="000000"/>
                <w:shd w:val="clear" w:color="auto" w:fill="FFFF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43311" w14:textId="77777777" w:rsidR="00AC13F6" w:rsidRDefault="00AC13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F7C71B" w14:textId="77777777" w:rsidR="00AC13F6" w:rsidRDefault="00AC13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9E0591" w14:textId="77777777" w:rsidR="00AC13F6" w:rsidRDefault="00AC13F6">
            <w:pPr>
              <w:rPr>
                <w:rFonts w:ascii="Calibri" w:hAnsi="Calibri"/>
                <w:color w:val="000000"/>
              </w:rPr>
            </w:pPr>
          </w:p>
        </w:tc>
      </w:tr>
      <w:tr w:rsidR="00AC13F6" w14:paraId="7B30605E" w14:textId="77777777">
        <w:tblPrEx>
          <w:tblCellMar>
            <w:top w:w="0" w:type="dxa"/>
            <w:bottom w:w="0" w:type="dxa"/>
          </w:tblCellMar>
        </w:tblPrEx>
        <w:trPr>
          <w:trHeight w:val="600"/>
          <w:jc w:val="center"/>
        </w:trPr>
        <w:tc>
          <w:tcPr>
            <w:tcW w:w="3663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F2F2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57614" w14:textId="77777777" w:rsidR="00AC13F6" w:rsidRDefault="00736216">
            <w:r>
              <w:rPr>
                <w:rFonts w:ascii="Calibri" w:hAnsi="Calibri" w:cs="Calibri"/>
                <w:b/>
                <w:bCs/>
              </w:rPr>
              <w:t>Celková cena pre časť predmetu zákazky č. 4 za celý počet: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FBA41" w14:textId="77777777" w:rsidR="00AC13F6" w:rsidRDefault="00AC13F6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9130D" w14:textId="77777777" w:rsidR="00AC13F6" w:rsidRDefault="00AC13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0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AC9F7C" w14:textId="77777777" w:rsidR="00AC13F6" w:rsidRDefault="00AC13F6">
            <w:pPr>
              <w:jc w:val="center"/>
              <w:rPr>
                <w:rFonts w:ascii="Calibri" w:hAnsi="Calibri"/>
                <w:color w:val="000000"/>
              </w:rPr>
            </w:pPr>
          </w:p>
          <w:p w14:paraId="616F0FA4" w14:textId="77777777" w:rsidR="00AC13F6" w:rsidRDefault="0073621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...............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7FE3C" w14:textId="77777777" w:rsidR="00AC13F6" w:rsidRDefault="00AC13F6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A14712" w14:textId="77777777" w:rsidR="00AC13F6" w:rsidRDefault="00AC13F6">
            <w:pPr>
              <w:rPr>
                <w:rFonts w:ascii="Calibri" w:hAnsi="Calibri"/>
                <w:color w:val="000000"/>
              </w:rPr>
            </w:pPr>
          </w:p>
        </w:tc>
      </w:tr>
    </w:tbl>
    <w:p w14:paraId="09EDE665" w14:textId="77777777" w:rsidR="00AC13F6" w:rsidRDefault="00AC13F6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06AC6811" w14:textId="77777777" w:rsidR="00AC13F6" w:rsidRDefault="00736216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Počet: 24 hod. x 2 </w:t>
      </w:r>
      <w:r>
        <w:rPr>
          <w:rFonts w:ascii="Calibri" w:hAnsi="Calibri" w:cs="Calibri"/>
          <w:i/>
          <w:iCs/>
          <w:sz w:val="18"/>
          <w:szCs w:val="18"/>
        </w:rPr>
        <w:t>účastníci – 48 osobohodín</w:t>
      </w:r>
    </w:p>
    <w:p w14:paraId="1F211092" w14:textId="77777777" w:rsidR="00AC13F6" w:rsidRDefault="00AC13F6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528573F3" w14:textId="77777777" w:rsidR="00AC13F6" w:rsidRDefault="00736216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</w:t>
      </w:r>
      <w:r>
        <w:rPr>
          <w:rFonts w:ascii="Calibri" w:hAnsi="Calibri" w:cs="Calibri"/>
          <w:b/>
          <w:i/>
          <w:sz w:val="16"/>
          <w:szCs w:val="16"/>
        </w:rPr>
        <w:t>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</w:t>
      </w:r>
      <w:r>
        <w:rPr>
          <w:rFonts w:ascii="Calibri" w:hAnsi="Calibri" w:cs="Calibri"/>
          <w:b/>
          <w:bCs/>
          <w:sz w:val="16"/>
          <w:szCs w:val="16"/>
        </w:rPr>
        <w:t xml:space="preserve">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64BE12FB" w14:textId="77777777" w:rsidR="00AC13F6" w:rsidRDefault="00AC13F6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6AEB21FD" w14:textId="77777777" w:rsidR="00AC13F6" w:rsidRDefault="00736216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 xml:space="preserve">Uchádzač </w:t>
      </w:r>
      <w:r>
        <w:rPr>
          <w:rFonts w:ascii="Calibri" w:hAnsi="Calibri" w:cs="Calibri"/>
          <w:b/>
          <w:sz w:val="18"/>
          <w:szCs w:val="18"/>
          <w:lang w:val="sk-SK"/>
        </w:rPr>
        <w:t>vyhlasuje, že * JE / NIE JE platiteľom DPH (uchádzač zakrúžkuje relevantný údaj).</w:t>
      </w:r>
    </w:p>
    <w:p w14:paraId="5983DBF2" w14:textId="77777777" w:rsidR="00AC13F6" w:rsidRDefault="00AC13F6">
      <w:pPr>
        <w:spacing w:line="264" w:lineRule="auto"/>
        <w:jc w:val="right"/>
        <w:rPr>
          <w:rFonts w:ascii="Calibri" w:hAnsi="Calibri" w:cs="Calibri"/>
          <w:sz w:val="18"/>
          <w:szCs w:val="18"/>
        </w:rPr>
      </w:pPr>
    </w:p>
    <w:p w14:paraId="3299C8A1" w14:textId="77777777" w:rsidR="00AC13F6" w:rsidRDefault="00AC13F6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0B289AD" w14:textId="77777777" w:rsidR="00AC13F6" w:rsidRDefault="00AC13F6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6C588CBC" w14:textId="77777777" w:rsidR="00AC13F6" w:rsidRDefault="00736216">
      <w:pPr>
        <w:rPr>
          <w:rFonts w:ascii="Calibri" w:hAnsi="Calibri" w:cs="Calibri"/>
        </w:rPr>
      </w:pPr>
      <w:r>
        <w:rPr>
          <w:rFonts w:ascii="Calibri" w:hAnsi="Calibri" w:cs="Calibri"/>
        </w:rPr>
        <w:t>V ...............................dňa.........................</w:t>
      </w:r>
      <w:r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ab/>
        <w:t>......................................................................................</w:t>
      </w:r>
    </w:p>
    <w:p w14:paraId="1C1BEECD" w14:textId="77777777" w:rsidR="00AC13F6" w:rsidRDefault="00736216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Potvrdeni</w:t>
      </w:r>
      <w:r>
        <w:rPr>
          <w:rFonts w:ascii="Calibri" w:hAnsi="Calibri" w:cs="Calibri"/>
        </w:rPr>
        <w:t>e štatutárnym orgánom uchádzača:</w:t>
      </w:r>
    </w:p>
    <w:p w14:paraId="76A4F487" w14:textId="77777777" w:rsidR="00AC13F6" w:rsidRDefault="00736216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titul, meno, priezvisko, funkcia, podpis, pečiatka</w:t>
      </w:r>
    </w:p>
    <w:p w14:paraId="3145D8E1" w14:textId="77777777" w:rsidR="00AC13F6" w:rsidRDefault="00AC13F6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5F9DF0B3" w14:textId="77777777" w:rsidR="00AC13F6" w:rsidRDefault="00736216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927EF60" w14:textId="77777777" w:rsidR="00AC13F6" w:rsidRDefault="00736216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1C170261" w14:textId="77777777" w:rsidR="00AC13F6" w:rsidRDefault="00736216">
      <w:pPr>
        <w:pStyle w:val="Odsekzoznamu"/>
        <w:numPr>
          <w:ilvl w:val="0"/>
          <w:numId w:val="1"/>
        </w:numPr>
        <w:tabs>
          <w:tab w:val="left" w:pos="-2168"/>
        </w:tabs>
        <w:spacing w:line="264" w:lineRule="auto"/>
        <w:ind w:hanging="1200"/>
        <w:jc w:val="both"/>
      </w:pPr>
      <w:r>
        <w:rPr>
          <w:rFonts w:ascii="Calibri" w:hAnsi="Calibri" w:cs="Calibri"/>
          <w:i/>
          <w:sz w:val="18"/>
          <w:szCs w:val="18"/>
        </w:rPr>
        <w:t xml:space="preserve">návrh na plnenie kritérií uchádzača musí byť v zmysle Výzvy </w:t>
      </w:r>
      <w:r>
        <w:rPr>
          <w:rFonts w:ascii="Calibri" w:hAnsi="Calibri" w:cs="Calibri"/>
          <w:i/>
          <w:sz w:val="18"/>
          <w:szCs w:val="18"/>
          <w:u w:val="single"/>
        </w:rPr>
        <w:t>vložený do sys</w:t>
      </w:r>
      <w:r>
        <w:rPr>
          <w:rFonts w:ascii="Calibri" w:hAnsi="Calibri" w:cs="Calibri"/>
          <w:i/>
          <w:sz w:val="18"/>
          <w:szCs w:val="18"/>
          <w:u w:val="single"/>
        </w:rPr>
        <w:t>tému JOSEPHINE vo formáte.pdf</w:t>
      </w:r>
      <w:r>
        <w:rPr>
          <w:rFonts w:ascii="Calibri" w:hAnsi="Calibri" w:cs="Calibri"/>
          <w:i/>
          <w:sz w:val="18"/>
          <w:szCs w:val="18"/>
        </w:rPr>
        <w:t>“;</w:t>
      </w:r>
    </w:p>
    <w:p w14:paraId="39C3082C" w14:textId="77777777" w:rsidR="00AC13F6" w:rsidRDefault="00736216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0A1D5E06" w14:textId="77777777" w:rsidR="00AC13F6" w:rsidRDefault="00AC13F6">
      <w:pPr>
        <w:rPr>
          <w:rFonts w:ascii="Calibri" w:hAnsi="Calibri" w:cs="Calibri"/>
        </w:rPr>
      </w:pPr>
    </w:p>
    <w:sectPr w:rsidR="00AC13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F522E" w14:textId="77777777" w:rsidR="00736216" w:rsidRDefault="00736216">
      <w:r>
        <w:separator/>
      </w:r>
    </w:p>
  </w:endnote>
  <w:endnote w:type="continuationSeparator" w:id="0">
    <w:p w14:paraId="6CE1C066" w14:textId="77777777" w:rsidR="00736216" w:rsidRDefault="0073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A4C78" w14:textId="77777777" w:rsidR="00736216" w:rsidRDefault="00736216">
      <w:r>
        <w:rPr>
          <w:color w:val="000000"/>
        </w:rPr>
        <w:separator/>
      </w:r>
    </w:p>
  </w:footnote>
  <w:footnote w:type="continuationSeparator" w:id="0">
    <w:p w14:paraId="5D279084" w14:textId="77777777" w:rsidR="00736216" w:rsidRDefault="007362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E3354" w14:textId="77777777" w:rsidR="002B364E" w:rsidRDefault="00736216">
    <w:pPr>
      <w:pStyle w:val="Hlavika"/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 xml:space="preserve">Príloha č. 2d Výzvy Návrh uchádzača na plnenie kritérií </w:t>
    </w:r>
  </w:p>
  <w:p w14:paraId="1C73E3BA" w14:textId="77777777" w:rsidR="002B364E" w:rsidRDefault="00736216">
    <w:pPr>
      <w:pStyle w:val="Hlavika"/>
      <w:jc w:val="right"/>
    </w:pPr>
    <w:r>
      <w:rPr>
        <w:rFonts w:ascii="Calibri" w:hAnsi="Calibri" w:cs="Calibri"/>
        <w:sz w:val="18"/>
        <w:szCs w:val="18"/>
      </w:rPr>
      <w:t>pre časť predmetu zákazky č. 4 Vzdelávací kurz k výučbovému panelu pre diagnostiku automobilov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C45B2F"/>
    <w:multiLevelType w:val="multilevel"/>
    <w:tmpl w:val="BF12BA6E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  <w:b/>
        <w:bCs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C13F6"/>
    <w:rsid w:val="00736216"/>
    <w:rsid w:val="00AC13F6"/>
    <w:rsid w:val="00F7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A7250"/>
  <w15:docId w15:val="{D9CBE403-6AAB-43B6-950D-B3B0DD24C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  <w:spacing w:after="0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CharStyle13">
    <w:name w:val="Char Style 13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pPr>
      <w:widowControl w:val="0"/>
      <w:shd w:val="clear" w:color="auto" w:fill="FFFFFF"/>
      <w:spacing w:after="480" w:line="246" w:lineRule="exact"/>
      <w:jc w:val="center"/>
      <w:textAlignment w:val="auto"/>
      <w:outlineLvl w:val="4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Bezriadkovania">
    <w:name w:val="No Spacing"/>
    <w:pPr>
      <w:widowControl w:val="0"/>
      <w:suppressAutoHyphens/>
      <w:spacing w:after="0"/>
    </w:pPr>
    <w:rPr>
      <w:rFonts w:ascii="Times New Roman" w:eastAsia="Times New Roman" w:hAnsi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pPr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basedOn w:val="Predvolenpsmoodseku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pPr>
      <w:spacing w:before="120"/>
      <w:ind w:left="182" w:hanging="40"/>
      <w:jc w:val="both"/>
      <w:textAlignment w:val="auto"/>
    </w:pPr>
    <w:rPr>
      <w:rFonts w:ascii="Arial" w:hAnsi="Arial"/>
      <w:color w:val="000000"/>
      <w:sz w:val="19"/>
      <w:lang w:val="en-GB" w:eastAsia="en-US"/>
    </w:rPr>
  </w:style>
  <w:style w:type="character" w:customStyle="1" w:styleId="Bulletslevel1Char">
    <w:name w:val="Bullets level 1 Char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Beáta Fulnečková;beata.fulneckova@bbsk.sk</dc:creator>
  <dc:description/>
  <cp:lastModifiedBy>Fulnečková Beáta</cp:lastModifiedBy>
  <cp:revision>2</cp:revision>
  <dcterms:created xsi:type="dcterms:W3CDTF">2021-11-09T11:29:00Z</dcterms:created>
  <dcterms:modified xsi:type="dcterms:W3CDTF">2021-11-09T11:29:00Z</dcterms:modified>
</cp:coreProperties>
</file>